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8B3" w:rsidRPr="006A08B3" w:rsidRDefault="006A08B3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Pr="006A08B3" w:rsidRDefault="006A08B3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Pr="006A08B3" w:rsidRDefault="006A08B3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Pr="006A08B3" w:rsidRDefault="006A08B3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Pr="00697308" w:rsidRDefault="00A957C5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273051">
        <w:rPr>
          <w:rFonts w:ascii="Arial" w:eastAsia="Times New Roman" w:hAnsi="Arial" w:cs="Arial"/>
          <w:sz w:val="15"/>
          <w:szCs w:val="15"/>
          <w:highlight w:val="yellow"/>
          <w:lang w:val="it-IT"/>
        </w:rPr>
        <w:t>Name</w:t>
      </w:r>
      <w:proofErr w:type="spellEnd"/>
      <w:r w:rsidR="00381AF9" w:rsidRPr="00273051">
        <w:rPr>
          <w:rFonts w:ascii="Arial" w:eastAsia="Times New Roman" w:hAnsi="Arial" w:cs="Arial"/>
          <w:sz w:val="15"/>
          <w:szCs w:val="15"/>
          <w:highlight w:val="yellow"/>
          <w:lang w:val="it-IT"/>
        </w:rPr>
        <w:t xml:space="preserve"> | </w:t>
      </w:r>
      <w:proofErr w:type="spellStart"/>
      <w:r w:rsidRPr="00273051">
        <w:rPr>
          <w:rFonts w:ascii="Arial" w:eastAsia="Times New Roman" w:hAnsi="Arial" w:cs="Arial"/>
          <w:sz w:val="15"/>
          <w:szCs w:val="15"/>
          <w:highlight w:val="yellow"/>
          <w:lang w:val="it-IT"/>
        </w:rPr>
        <w:t>Straße</w:t>
      </w:r>
      <w:proofErr w:type="spellEnd"/>
      <w:r w:rsidR="006A08B3" w:rsidRPr="00273051">
        <w:rPr>
          <w:rFonts w:ascii="Arial" w:eastAsia="Times New Roman" w:hAnsi="Arial" w:cs="Arial"/>
          <w:sz w:val="15"/>
          <w:szCs w:val="15"/>
          <w:highlight w:val="yellow"/>
        </w:rPr>
        <w:t xml:space="preserve"> | </w:t>
      </w:r>
      <w:r w:rsidRPr="00273051">
        <w:rPr>
          <w:rFonts w:ascii="Arial" w:eastAsia="Times New Roman" w:hAnsi="Arial" w:cs="Arial"/>
          <w:sz w:val="15"/>
          <w:szCs w:val="15"/>
          <w:highlight w:val="yellow"/>
        </w:rPr>
        <w:t>PLZ</w:t>
      </w:r>
      <w:r w:rsidR="006A08B3" w:rsidRPr="00273051">
        <w:rPr>
          <w:rFonts w:ascii="Arial" w:eastAsia="Times New Roman" w:hAnsi="Arial" w:cs="Arial"/>
          <w:sz w:val="15"/>
          <w:szCs w:val="15"/>
          <w:highlight w:val="yellow"/>
        </w:rPr>
        <w:t xml:space="preserve"> </w:t>
      </w:r>
      <w:r w:rsidRPr="00273051">
        <w:rPr>
          <w:rFonts w:ascii="Arial" w:eastAsia="Times New Roman" w:hAnsi="Arial" w:cs="Arial"/>
          <w:sz w:val="15"/>
          <w:szCs w:val="15"/>
          <w:highlight w:val="yellow"/>
        </w:rPr>
        <w:t>Stadt</w:t>
      </w:r>
    </w:p>
    <w:p w:rsidR="006A08B3" w:rsidRPr="00697308" w:rsidRDefault="006A08B3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Pr="00273051" w:rsidRDefault="00A957C5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 w:rsidRPr="00273051">
        <w:rPr>
          <w:rFonts w:ascii="Arial" w:eastAsia="Times New Roman" w:hAnsi="Arial" w:cs="Arial"/>
          <w:sz w:val="24"/>
          <w:szCs w:val="24"/>
          <w:highlight w:val="yellow"/>
        </w:rPr>
        <w:t>Firma</w:t>
      </w:r>
    </w:p>
    <w:p w:rsidR="00A957C5" w:rsidRPr="00273051" w:rsidRDefault="00A957C5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 w:rsidRPr="00273051">
        <w:rPr>
          <w:rFonts w:ascii="Arial" w:eastAsia="Times New Roman" w:hAnsi="Arial" w:cs="Arial"/>
          <w:sz w:val="24"/>
          <w:szCs w:val="24"/>
          <w:highlight w:val="yellow"/>
        </w:rPr>
        <w:t>z.H. Name</w:t>
      </w:r>
    </w:p>
    <w:p w:rsidR="00381AF9" w:rsidRPr="00273051" w:rsidRDefault="00A957C5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 w:rsidRPr="00273051">
        <w:rPr>
          <w:rFonts w:ascii="Arial" w:eastAsia="Times New Roman" w:hAnsi="Arial" w:cs="Arial"/>
          <w:sz w:val="24"/>
          <w:szCs w:val="24"/>
          <w:highlight w:val="yellow"/>
        </w:rPr>
        <w:t>Straße</w:t>
      </w:r>
    </w:p>
    <w:p w:rsidR="00381AF9" w:rsidRPr="00381AF9" w:rsidRDefault="00A957C5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73051">
        <w:rPr>
          <w:rFonts w:ascii="Arial" w:eastAsia="Times New Roman" w:hAnsi="Arial" w:cs="Arial"/>
          <w:sz w:val="24"/>
          <w:szCs w:val="24"/>
          <w:highlight w:val="yellow"/>
        </w:rPr>
        <w:t>PLZ</w:t>
      </w:r>
      <w:r w:rsidR="0098245F" w:rsidRPr="00273051">
        <w:rPr>
          <w:rFonts w:ascii="Arial" w:eastAsia="Times New Roman" w:hAnsi="Arial" w:cs="Arial"/>
          <w:sz w:val="24"/>
          <w:szCs w:val="24"/>
          <w:highlight w:val="yellow"/>
        </w:rPr>
        <w:t xml:space="preserve"> </w:t>
      </w:r>
      <w:r w:rsidRPr="00273051">
        <w:rPr>
          <w:rFonts w:ascii="Arial" w:eastAsia="Times New Roman" w:hAnsi="Arial" w:cs="Arial"/>
          <w:sz w:val="24"/>
          <w:szCs w:val="24"/>
          <w:highlight w:val="yellow"/>
        </w:rPr>
        <w:t>Stadt</w:t>
      </w:r>
    </w:p>
    <w:p w:rsidR="006A08B3" w:rsidRDefault="006A08B3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Pr="006A08B3" w:rsidRDefault="006A08B3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Pr="006A08B3" w:rsidRDefault="006A08B3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sdt>
      <w:sdtPr>
        <w:rPr>
          <w:rFonts w:ascii="Arial" w:eastAsia="Times New Roman" w:hAnsi="Arial" w:cs="Arial"/>
          <w:sz w:val="24"/>
          <w:szCs w:val="24"/>
        </w:rPr>
        <w:alias w:val="Veröffentlichungsdatum"/>
        <w:tag w:val=""/>
        <w:id w:val="-88242287"/>
        <w:placeholder>
          <w:docPart w:val="46F851E485084B45B1FC36BC71E8B910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lid w:val="de-DE"/>
          <w:storeMappedDataAs w:val="dateTime"/>
          <w:calendar w:val="gregorian"/>
        </w:date>
      </w:sdtPr>
      <w:sdtContent>
        <w:p w:rsidR="006A08B3" w:rsidRDefault="000A35C9" w:rsidP="00A957C5">
          <w:pPr>
            <w:spacing w:after="0" w:line="240" w:lineRule="auto"/>
            <w:jc w:val="right"/>
            <w:rPr>
              <w:rFonts w:ascii="Arial" w:eastAsia="Times New Roman" w:hAnsi="Arial" w:cs="Arial"/>
              <w:sz w:val="24"/>
              <w:szCs w:val="24"/>
            </w:rPr>
          </w:pPr>
          <w:r w:rsidRPr="002629EF">
            <w:rPr>
              <w:rStyle w:val="Platzhaltertext"/>
            </w:rPr>
            <w:t>[Veröffentlichungsdatum]</w:t>
          </w:r>
        </w:p>
      </w:sdtContent>
    </w:sdt>
    <w:p w:rsidR="00381AF9" w:rsidRPr="006A08B3" w:rsidRDefault="00381AF9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Pr="006A08B3" w:rsidRDefault="006A08B3" w:rsidP="006A08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Default="006A08B3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08B3">
        <w:rPr>
          <w:rFonts w:ascii="Arial" w:eastAsia="Times New Roman" w:hAnsi="Arial" w:cs="Arial"/>
          <w:sz w:val="24"/>
          <w:szCs w:val="24"/>
        </w:rPr>
        <w:t xml:space="preserve">Sehr geehrte </w:t>
      </w:r>
      <w:r w:rsidR="009F1CCB">
        <w:rPr>
          <w:rFonts w:ascii="Arial" w:eastAsia="Times New Roman" w:hAnsi="Arial" w:cs="Arial"/>
          <w:sz w:val="24"/>
          <w:szCs w:val="24"/>
        </w:rPr>
        <w:t>Damen und Herren,</w:t>
      </w:r>
    </w:p>
    <w:p w:rsidR="009F1CCB" w:rsidRDefault="009F1CCB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957C5" w:rsidRDefault="00A957C5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hiermit beende ich meine Elternzeit vorzeitig </w:t>
      </w:r>
      <w:r w:rsidRPr="00A957C5">
        <w:rPr>
          <w:rFonts w:ascii="Arial" w:eastAsia="Times New Roman" w:hAnsi="Arial" w:cs="Arial"/>
          <w:sz w:val="24"/>
          <w:szCs w:val="24"/>
        </w:rPr>
        <w:t>zur Inanspru</w:t>
      </w:r>
      <w:r>
        <w:rPr>
          <w:rFonts w:ascii="Arial" w:eastAsia="Times New Roman" w:hAnsi="Arial" w:cs="Arial"/>
          <w:sz w:val="24"/>
          <w:szCs w:val="24"/>
        </w:rPr>
        <w:t>chnahme der Schutzfristen des §3 Mutterschutzgesetz.</w:t>
      </w:r>
    </w:p>
    <w:p w:rsidR="00A957C5" w:rsidRDefault="00A957C5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4650A" w:rsidRDefault="00A957C5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Die Elternzeit endet am </w:t>
      </w:r>
      <w:bookmarkStart w:id="0" w:name="_GoBack"/>
      <w:bookmarkEnd w:id="0"/>
      <w:r w:rsidRPr="00273051">
        <w:rPr>
          <w:rFonts w:ascii="Arial" w:eastAsia="Times New Roman" w:hAnsi="Arial" w:cs="Arial"/>
          <w:sz w:val="24"/>
          <w:szCs w:val="24"/>
          <w:highlight w:val="yellow"/>
        </w:rPr>
        <w:t>TT.MM.JJJJ</w:t>
      </w:r>
      <w:r>
        <w:rPr>
          <w:rFonts w:ascii="Arial" w:eastAsia="Times New Roman" w:hAnsi="Arial" w:cs="Arial"/>
          <w:sz w:val="24"/>
          <w:szCs w:val="24"/>
        </w:rPr>
        <w:t xml:space="preserve"> nach §16 (3) BEEG. Der Mutterschutz beginnt einen Tag später.</w:t>
      </w:r>
    </w:p>
    <w:p w:rsidR="00A957C5" w:rsidRDefault="00A957C5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957C5" w:rsidRDefault="00A957C5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Bitte bestätigen Sie mir die Beendigung der Elternzeit schriftlich.</w:t>
      </w:r>
    </w:p>
    <w:p w:rsidR="0098245F" w:rsidRDefault="0098245F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Default="006A08B3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Vielen</w:t>
      </w:r>
      <w:r w:rsidR="009F1CCB">
        <w:rPr>
          <w:rFonts w:ascii="Arial" w:eastAsia="Times New Roman" w:hAnsi="Arial" w:cs="Arial"/>
          <w:sz w:val="24"/>
          <w:szCs w:val="24"/>
        </w:rPr>
        <w:t xml:space="preserve"> Dank.</w:t>
      </w:r>
    </w:p>
    <w:p w:rsidR="006A08B3" w:rsidRDefault="006A08B3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Mit freundlichen Grüßen,</w:t>
      </w:r>
    </w:p>
    <w:p w:rsidR="006A08B3" w:rsidRDefault="006A08B3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Default="006A08B3" w:rsidP="006A08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A08B3" w:rsidRPr="006A08B3" w:rsidRDefault="00A957C5" w:rsidP="006A08B3">
      <w:pPr>
        <w:spacing w:after="0" w:line="360" w:lineRule="auto"/>
        <w:jc w:val="both"/>
        <w:rPr>
          <w:rFonts w:ascii="Arial" w:hAnsi="Arial" w:cs="Arial"/>
        </w:rPr>
      </w:pPr>
      <w:r w:rsidRPr="00273051">
        <w:rPr>
          <w:rFonts w:ascii="Arial" w:eastAsia="Times New Roman" w:hAnsi="Arial" w:cs="Arial"/>
          <w:sz w:val="24"/>
          <w:szCs w:val="24"/>
          <w:highlight w:val="yellow"/>
        </w:rPr>
        <w:t>Vorname Nachname</w:t>
      </w:r>
    </w:p>
    <w:sectPr w:rsidR="006A08B3" w:rsidRPr="006A08B3" w:rsidSect="004B18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5C9"/>
    <w:rsid w:val="000A35C9"/>
    <w:rsid w:val="00166865"/>
    <w:rsid w:val="00273051"/>
    <w:rsid w:val="0034650A"/>
    <w:rsid w:val="00381AF9"/>
    <w:rsid w:val="004B1832"/>
    <w:rsid w:val="004C3AEF"/>
    <w:rsid w:val="00697308"/>
    <w:rsid w:val="006A08B3"/>
    <w:rsid w:val="007C75D5"/>
    <w:rsid w:val="0084205B"/>
    <w:rsid w:val="00966EA9"/>
    <w:rsid w:val="0098245F"/>
    <w:rsid w:val="009F1CCB"/>
    <w:rsid w:val="00A957C5"/>
    <w:rsid w:val="00AB07F9"/>
    <w:rsid w:val="00D7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129F88-EB8F-46C9-8919-2131896C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35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leib-server1\Diana\Projekte\zweit&#246;chter\Bonus\Bonus-01-ELTERNGELD_BOOSTER-Vorlage-Anschreiben-Arbeitgeber-Beendigung-Elternzeit-Mutterschut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6F851E485084B45B1FC36BC71E8B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8347AD-3FD3-464A-93D8-3E6B382689FD}"/>
      </w:docPartPr>
      <w:docPartBody>
        <w:p w:rsidR="00000000" w:rsidRDefault="00FF7AF0">
          <w:r w:rsidRPr="002629EF">
            <w:rPr>
              <w:rStyle w:val="Platzhaltertext"/>
            </w:rPr>
            <w:t>[Veröffentlichungsdatum]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F0"/>
    <w:rsid w:val="00F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F7AF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993CDFA-B225-4E9B-A8B6-7F9D1146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Bonus-01-ELTERNGELD_BOOSTER-Vorlage-Anschreiben-Arbeitgeber-Beendigung-Elternzeit-Mutterschutz.dotx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Anschreiben Arbeitgeber zur Beendigung der Elternzeit wegen des Beginns des Mutterschutzes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keywords/>
  <cp:lastModifiedBy>Diana</cp:lastModifiedBy>
  <cp:revision>1</cp:revision>
  <dcterms:created xsi:type="dcterms:W3CDTF">2025-05-23T07:32:00Z</dcterms:created>
  <dcterms:modified xsi:type="dcterms:W3CDTF">2025-05-23T07:34:00Z</dcterms:modified>
</cp:coreProperties>
</file>